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CD2E680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7862D2">
        <w:rPr>
          <w:rFonts w:ascii="Corbel" w:hAnsi="Corbel"/>
          <w:b/>
          <w:smallCaps/>
          <w:sz w:val="24"/>
          <w:szCs w:val="24"/>
        </w:rPr>
        <w:t>0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7862D2">
        <w:rPr>
          <w:rFonts w:ascii="Corbel" w:hAnsi="Corbel"/>
          <w:b/>
          <w:smallCaps/>
          <w:sz w:val="24"/>
          <w:szCs w:val="24"/>
        </w:rPr>
        <w:t>3</w:t>
      </w:r>
    </w:p>
    <w:p w14:paraId="6A743604" w14:textId="59F6CBB4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7862D2">
        <w:rPr>
          <w:rFonts w:ascii="Corbel" w:hAnsi="Corbel"/>
          <w:sz w:val="24"/>
          <w:szCs w:val="24"/>
        </w:rPr>
        <w:t>1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7862D2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2A0191B7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06AB2BCA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Płoszajski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 P., </w:t>
            </w: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Ornarowicz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="009C1AAD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9C1A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4DEB3E1F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9C1AAD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9C1A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093515E3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9C1AAD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9C1A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Czynniki społecznej odpowiedzialności przedsiębiorstw - ujęcie systemowe,  Uniwersytet Ekonomiczny w Katowicach,  Wydawnictwo UE w Katowicach, </w:t>
            </w:r>
          </w:p>
          <w:p w14:paraId="309B1D56" w14:textId="7D0925FB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9C1AAD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9C1A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F851062" w14:textId="2EE18A8A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9C1AAD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1B48701A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9C1AAD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D5A2" w14:textId="77777777" w:rsidR="003E1296" w:rsidRDefault="003E1296" w:rsidP="00C16ABF">
      <w:pPr>
        <w:spacing w:after="0" w:line="240" w:lineRule="auto"/>
      </w:pPr>
      <w:r>
        <w:separator/>
      </w:r>
    </w:p>
  </w:endnote>
  <w:endnote w:type="continuationSeparator" w:id="0">
    <w:p w14:paraId="1ACAB9A2" w14:textId="77777777" w:rsidR="003E1296" w:rsidRDefault="003E12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5E9E0" w14:textId="77777777" w:rsidR="003E1296" w:rsidRDefault="003E1296" w:rsidP="00C16ABF">
      <w:pPr>
        <w:spacing w:after="0" w:line="240" w:lineRule="auto"/>
      </w:pPr>
      <w:r>
        <w:separator/>
      </w:r>
    </w:p>
  </w:footnote>
  <w:footnote w:type="continuationSeparator" w:id="0">
    <w:p w14:paraId="2301FDA8" w14:textId="77777777" w:rsidR="003E1296" w:rsidRDefault="003E129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843840">
    <w:abstractNumId w:val="2"/>
  </w:num>
  <w:num w:numId="2" w16cid:durableId="1312826029">
    <w:abstractNumId w:val="3"/>
  </w:num>
  <w:num w:numId="3" w16cid:durableId="206457005">
    <w:abstractNumId w:val="0"/>
  </w:num>
  <w:num w:numId="4" w16cid:durableId="303967348">
    <w:abstractNumId w:val="1"/>
  </w:num>
  <w:num w:numId="5" w16cid:durableId="528377270">
    <w:abstractNumId w:val="4"/>
  </w:num>
  <w:num w:numId="6" w16cid:durableId="20063977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296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8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AAD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092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2023-02-16T20:42:00Z</dcterms:created>
  <dcterms:modified xsi:type="dcterms:W3CDTF">2023-02-20T21:05:00Z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